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FE7015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FE70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55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FE70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E7015" w:rsidRDefault="00D0461E" w:rsidP="00FE701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E7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Источна  Африка-</w:t>
            </w:r>
            <w:r w:rsidR="00FE7015" w:rsidRPr="00FE701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Кров  Африке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FE701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географске  одлике  </w:t>
            </w:r>
            <w:r w:rsid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Источне  Африке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географским  одлика  </w:t>
            </w:r>
            <w:r w:rsidR="00FE7015">
              <w:rPr>
                <w:rFonts w:ascii="Times New Roman" w:hAnsi="Times New Roman"/>
                <w:sz w:val="24"/>
                <w:szCs w:val="24"/>
                <w:lang w:val="sr-Cyrl-CS"/>
              </w:rPr>
              <w:t>Источне  Африке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146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46CBC" w:rsidRPr="00146C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  <w:p w:rsidR="00530636" w:rsidRPr="00FE7015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461E" w:rsidRPr="00B37DAE" w:rsidTr="00976108">
        <w:trPr>
          <w:trHeight w:val="1042"/>
        </w:trPr>
        <w:tc>
          <w:tcPr>
            <w:tcW w:w="9576" w:type="dxa"/>
            <w:shd w:val="clear" w:color="auto" w:fill="FFFFFF" w:themeFill="background1"/>
          </w:tcPr>
          <w:p w:rsidR="00FE7015" w:rsidRPr="00FE7015" w:rsidRDefault="00D0461E" w:rsidP="00FE701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FE7015" w:rsidRPr="00FE7015" w:rsidRDefault="00FE7015" w:rsidP="00FE70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-објасни  зашто  се  Источна  Африка назива  „кров  Африке“</w:t>
            </w:r>
          </w:p>
          <w:p w:rsidR="00FE7015" w:rsidRPr="00FE7015" w:rsidRDefault="00FE7015" w:rsidP="00FE70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-на  нарти  покаже</w:t>
            </w:r>
            <w:r w:rsidRP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највише  планине,  висоравни,  језера  регије</w:t>
            </w:r>
          </w:p>
          <w:p w:rsidR="00FE7015" w:rsidRPr="00FE7015" w:rsidRDefault="006464F6" w:rsidP="00FE70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FE7015" w:rsidRP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 климтске  одлике</w:t>
            </w:r>
            <w:r w:rsid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регије</w:t>
            </w:r>
          </w:p>
          <w:p w:rsidR="00D0461E" w:rsidRPr="00680A4C" w:rsidRDefault="00FE7015" w:rsidP="00215F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-разуме  да је  развијена  моникултурна   пољопривреда  а у  неким земљама  сафари  туризам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FE7015" w:rsidRPr="00FE7015" w:rsidRDefault="00FE7015" w:rsidP="00FE701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 xml:space="preserve">– </w:t>
            </w: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 мора, залива, острва, планина, висоравни, река, језера, држава и градова Источне Африке.</w:t>
            </w:r>
          </w:p>
          <w:p w:rsidR="00FE7015" w:rsidRPr="00FE7015" w:rsidRDefault="00FE7015" w:rsidP="00FE7015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ГЕ1.4.2. Препознаје основне природне и друштвене одлике Источне Африке. 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FE7015" w:rsidRPr="00FE7015" w:rsidRDefault="00FE7015" w:rsidP="00FE701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–  мора, залива, острва, планина, висоравни, река, језера, држава и градова Источне Африке.</w:t>
            </w:r>
          </w:p>
          <w:p w:rsidR="00FE7015" w:rsidRPr="00FE7015" w:rsidRDefault="00FE7015" w:rsidP="00FE701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FE7015" w:rsidRPr="00FE7015" w:rsidRDefault="00FE7015" w:rsidP="00FE701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E70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и друштвене одлике Источне Африке.</w:t>
            </w:r>
          </w:p>
          <w:p w:rsidR="00A71C69" w:rsidRDefault="00670648" w:rsidP="00A71C69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A71C69" w:rsidRPr="00A71C69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A71C69" w:rsidRPr="00A71C69" w:rsidRDefault="00A71C69" w:rsidP="00A71C6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71C6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просторним и каузалним везама Источне Африке – уочава везу између рељефа, климе и привреде Источне Африке.</w:t>
            </w:r>
          </w:p>
          <w:p w:rsidR="00530636" w:rsidRPr="00A71C69" w:rsidRDefault="00A71C69" w:rsidP="00A71C6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71C6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ГЕ3.4.3. Објашњава географске везе и законитости Источне Африке – највиша регија Африке, активан вулканизам, зависност климе од надморске висине, велики број језера, тропска монокултурна пољопривреда. Уочава националне паркове и њихов значај у очувању природе и живог света Африке.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680A4C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A71C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A71C6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A71C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биологија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E3793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A71C69" w:rsidRDefault="00680A4C" w:rsidP="00680A4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  ученицима  понављамо  поделу  Африке  на географске  регије, поделу    на „ниску“  и  „високу“ Африку.Такође  подсећамо ученике  на  раније  усвојена  знања о раседању,  вулканизну зоналности  климе  и  живог  света.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E3793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3A0698" w:rsidRDefault="005F47CA" w:rsidP="001D5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Објашњавамо  ученицима  географски  положај  Источне  Африке,  истичемо њено  простирање  од  Црвеног мора  на  северу  до  реке  Замбези на југу.Наглашавамо значај  Индијског  океана за  регију.Наводимо  државе, а  посебно  истичемо  две  острвске.Дефинишемо  појам  Велики  Источноафрички</w:t>
            </w:r>
            <w:r w:rsidR="00A71C69" w:rsidRPr="00A71C6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ров и  на  карти  показујемо  две  висоравни—Језерску  и  Етиопску.Образлажемо  наслов наставне  јединице—„Кров  Африке“,  истицањем  три  планине  преко  5000  м,  Килиманџаро,  Кенија  и  Рувензори.Објашњавамо  вертикалну  климатску  зоналност  и  говоримо о типовима  климе.Кажемо да  је  И. Африка  извориште  великих  река,  Нила  и  Конга.Наводимо  и на карти показујемо  велика језера.Наводимо  природне  зоне—саване  и  тропске  кишне  шуме,  а  посебо  наглашамо  богат  и  разноврстан  животињски  свет.Тражимо да  ученици  образложе тврдњу  да је И. Африка  „колевка  човечанства“.Наводимо  одлике  становништва</w:t>
            </w:r>
            <w:r w:rsidR="003A0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.Наводимо  одлике  пољопривреде—монокултурна  производња,  кафа,  тропско  воће,Истичемо  појам   сафари  туризма  и  бројне  националне  паркове.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E3793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2204E1" w:rsidRDefault="003A0698" w:rsidP="002204E1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0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Истачемо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A71C69" w:rsidRPr="00A71C6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битне чињенице и гео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графске објекте на карти Африке.Дајемо  ученицима теме за  есеј:</w:t>
            </w:r>
            <w:r w:rsidRPr="003A0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“У потрази  за  извором  Нила“,  “Етиопија. постојбина човека“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„Килиманџаро-узвишена  планина</w:t>
            </w:r>
            <w:r w:rsidR="002204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“.Саопштавамо  ученицима  да  ће  се  следећи  час  извршити  провера  знања  о  три  регије  Африке  на  немој  карти  у  Вежбанци  и  да  припреме  дрвене  бојице и  фломастере.</w:t>
            </w:r>
            <w:r w:rsidR="00A71C6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ИСТОЧНА АФРИКА </w:t>
            </w:r>
          </w:p>
          <w:p w:rsidR="00D1412D" w:rsidRPr="00E37937" w:rsidRDefault="00E37937" w:rsidP="00D1412D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</w:t>
            </w:r>
            <w:r w:rsidRPr="00E3793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КРОВ   АФРИКЕ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-г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еографски положај – Индијски океан, Црвено море, Баб ел Мандеб;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рељеф – висока Африка – Етиопска и Језерска висораван, Килиманџаро, Кенија, Источноарфички тектонски ров;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острва – Коморска, Сејшелска, Занзибар;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клима – жарки топлотни појас; 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велика тектонска језера – Викторија,Тангањика, Туркана;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реке: извориште Нила – Бели и Плави Нил;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природне зоне: саване – саванске животиње – национални паркови;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становништво:   Банту црнци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 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„Колевка човечанства“,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език – Свахили,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629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Ислам, хришћанство (Етиопија);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градови: Најроби, Дар ес Салам, Адис Абеба;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привреда: 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пољопривреда – плантаже (чај, кафа, пиретум,  банане)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номадско сточарство,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– рударство, </w:t>
            </w:r>
          </w:p>
          <w:p w:rsidR="00D1412D" w:rsidRPr="00D1412D" w:rsidRDefault="00D1412D" w:rsidP="00D1412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1412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луке – поморски саобраћај,</w:t>
            </w:r>
          </w:p>
          <w:p w:rsidR="00D6605E" w:rsidRPr="00462903" w:rsidRDefault="00D1412D" w:rsidP="003A06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сафари туризам.</w:t>
            </w:r>
            <w:bookmarkStart w:id="0" w:name="_GoBack"/>
            <w:bookmarkEnd w:id="0"/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146CBC"/>
    <w:rsid w:val="00177289"/>
    <w:rsid w:val="001C6C13"/>
    <w:rsid w:val="001D57CA"/>
    <w:rsid w:val="00215F21"/>
    <w:rsid w:val="002204E1"/>
    <w:rsid w:val="002365E8"/>
    <w:rsid w:val="003321C2"/>
    <w:rsid w:val="00391413"/>
    <w:rsid w:val="003A0698"/>
    <w:rsid w:val="003A7B13"/>
    <w:rsid w:val="003C170C"/>
    <w:rsid w:val="003F1D6D"/>
    <w:rsid w:val="0045123D"/>
    <w:rsid w:val="00462903"/>
    <w:rsid w:val="00466279"/>
    <w:rsid w:val="00491F36"/>
    <w:rsid w:val="004C7CD5"/>
    <w:rsid w:val="00530636"/>
    <w:rsid w:val="00545C96"/>
    <w:rsid w:val="005F47CA"/>
    <w:rsid w:val="005F784B"/>
    <w:rsid w:val="00605D58"/>
    <w:rsid w:val="00606767"/>
    <w:rsid w:val="006464F6"/>
    <w:rsid w:val="00657717"/>
    <w:rsid w:val="00664F16"/>
    <w:rsid w:val="00670648"/>
    <w:rsid w:val="00680A4C"/>
    <w:rsid w:val="006F2937"/>
    <w:rsid w:val="007906D8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71C6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1412D"/>
    <w:rsid w:val="00D6605E"/>
    <w:rsid w:val="00DB15CC"/>
    <w:rsid w:val="00DE65D7"/>
    <w:rsid w:val="00E37937"/>
    <w:rsid w:val="00E4334D"/>
    <w:rsid w:val="00EC77F2"/>
    <w:rsid w:val="00F05659"/>
    <w:rsid w:val="00F137B9"/>
    <w:rsid w:val="00F36783"/>
    <w:rsid w:val="00F57D30"/>
    <w:rsid w:val="00F97155"/>
    <w:rsid w:val="00FE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A455B-5E91-4596-A7A1-54460E46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2020-07-05T22:46:00Z</dcterms:created>
  <dcterms:modified xsi:type="dcterms:W3CDTF">2020-07-07T17:23:00Z</dcterms:modified>
</cp:coreProperties>
</file>